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9B2" w:rsidRPr="00E64E5C" w:rsidRDefault="00AC49B2" w:rsidP="009D28C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64E5C">
        <w:rPr>
          <w:rFonts w:ascii="Arial" w:hAnsi="Arial" w:cs="Arial"/>
          <w:b/>
          <w:bCs/>
          <w:sz w:val="24"/>
          <w:szCs w:val="24"/>
        </w:rPr>
        <w:t>Всероссийская олимпиада школьников по географии</w:t>
      </w:r>
    </w:p>
    <w:p w:rsidR="00AC49B2" w:rsidRPr="00E64E5C" w:rsidRDefault="00AC49B2" w:rsidP="00E64E5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64E5C">
        <w:rPr>
          <w:rFonts w:ascii="Arial" w:hAnsi="Arial" w:cs="Arial"/>
          <w:b/>
          <w:bCs/>
          <w:sz w:val="24"/>
          <w:szCs w:val="24"/>
        </w:rPr>
        <w:t>Школьный этап, 2015-2016 учебный год</w:t>
      </w:r>
    </w:p>
    <w:p w:rsidR="00AC49B2" w:rsidRPr="00E64E5C" w:rsidRDefault="00AC49B2" w:rsidP="00E64E5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9B2" w:rsidRPr="00E64E5C" w:rsidRDefault="00AC49B2" w:rsidP="009D28C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64E5C">
        <w:rPr>
          <w:rFonts w:ascii="Arial" w:hAnsi="Arial" w:cs="Arial"/>
          <w:b/>
          <w:bCs/>
          <w:sz w:val="24"/>
          <w:szCs w:val="24"/>
        </w:rPr>
        <w:t xml:space="preserve">6 класс </w:t>
      </w:r>
    </w:p>
    <w:p w:rsidR="00AC49B2" w:rsidRPr="00E65B54" w:rsidRDefault="00AC49B2" w:rsidP="009D28C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49B2" w:rsidRDefault="00AC49B2" w:rsidP="009D28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Время выполнения работы - 90 минут.</w:t>
      </w:r>
    </w:p>
    <w:p w:rsidR="00AC49B2" w:rsidRPr="00E65B54" w:rsidRDefault="00AC49B2" w:rsidP="009D28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Максимальное количество баллов -51</w:t>
      </w:r>
    </w:p>
    <w:p w:rsidR="00AC49B2" w:rsidRPr="00E65B54" w:rsidRDefault="00AC49B2" w:rsidP="009D28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b/>
          <w:bCs/>
          <w:sz w:val="24"/>
          <w:szCs w:val="24"/>
        </w:rPr>
        <w:t>Не разрешается</w:t>
      </w:r>
      <w:r w:rsidRPr="00E65B54">
        <w:rPr>
          <w:rFonts w:ascii="Arial" w:hAnsi="Arial" w:cs="Arial"/>
          <w:sz w:val="24"/>
          <w:szCs w:val="24"/>
        </w:rPr>
        <w:t xml:space="preserve"> пользоваться атласами и справочными данными. Удачи!</w:t>
      </w:r>
    </w:p>
    <w:p w:rsidR="00AC49B2" w:rsidRPr="00E65B54" w:rsidRDefault="00AC49B2" w:rsidP="009D28C6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AC49B2" w:rsidRPr="00CF6AD2" w:rsidRDefault="00AC49B2" w:rsidP="009D28C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F6AD2">
        <w:rPr>
          <w:rFonts w:ascii="Arial" w:hAnsi="Arial" w:cs="Arial"/>
          <w:b/>
          <w:bCs/>
          <w:sz w:val="24"/>
          <w:szCs w:val="24"/>
          <w:u w:val="single"/>
        </w:rPr>
        <w:t>ТЕСТОВЫЙ РАУНД</w:t>
      </w:r>
    </w:p>
    <w:p w:rsidR="00AC49B2" w:rsidRPr="00CF6AD2" w:rsidRDefault="00AC49B2" w:rsidP="009D28C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49B2" w:rsidRPr="0082334C" w:rsidRDefault="00AC49B2" w:rsidP="009D28C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2334C">
        <w:rPr>
          <w:rFonts w:ascii="Arial" w:hAnsi="Arial" w:cs="Arial"/>
          <w:b/>
          <w:bCs/>
          <w:sz w:val="24"/>
          <w:szCs w:val="24"/>
          <w:lang w:val="en-US"/>
        </w:rPr>
        <w:t>I</w:t>
      </w:r>
      <w:r w:rsidRPr="0082334C">
        <w:rPr>
          <w:rFonts w:ascii="Arial" w:hAnsi="Arial" w:cs="Arial"/>
          <w:b/>
          <w:bCs/>
          <w:sz w:val="24"/>
          <w:szCs w:val="24"/>
        </w:rPr>
        <w:t xml:space="preserve">. Выберите одно верное утверждение </w:t>
      </w:r>
    </w:p>
    <w:p w:rsidR="00AC49B2" w:rsidRPr="00E65B54" w:rsidRDefault="00AC49B2" w:rsidP="008233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(По 1 баллу за каждый правильный ответ).</w:t>
      </w:r>
    </w:p>
    <w:p w:rsidR="00AC49B2" w:rsidRPr="00E65B54" w:rsidRDefault="00AC49B2" w:rsidP="00A0778D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Какой из материков пресекают оба тропика?</w:t>
      </w:r>
      <w:r>
        <w:rPr>
          <w:rFonts w:ascii="Arial" w:hAnsi="Arial" w:cs="Arial"/>
          <w:sz w:val="24"/>
          <w:szCs w:val="24"/>
        </w:rPr>
        <w:t>(1 балл)</w:t>
      </w:r>
    </w:p>
    <w:p w:rsidR="00AC49B2" w:rsidRPr="00E65B54" w:rsidRDefault="00AC49B2" w:rsidP="0014309A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а) Австралия, б) Южная Америка, в) Африка, г) Евразия.</w:t>
      </w:r>
    </w:p>
    <w:p w:rsidR="00AC49B2" w:rsidRPr="00E65B54" w:rsidRDefault="00AC49B2" w:rsidP="00A0778D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Экватор – условная линия на поверхности Земли, которая является:</w:t>
      </w:r>
      <w:r>
        <w:rPr>
          <w:rFonts w:ascii="Arial" w:hAnsi="Arial" w:cs="Arial"/>
          <w:sz w:val="24"/>
          <w:szCs w:val="24"/>
        </w:rPr>
        <w:t xml:space="preserve"> (1 балл)</w:t>
      </w:r>
    </w:p>
    <w:p w:rsidR="00AC49B2" w:rsidRPr="00E65B54" w:rsidRDefault="00AC49B2" w:rsidP="0014309A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а) самой короткой параллелью, б) самым коротким меридианом, в) самой длинной параллелью, г) самым длинным меридианом.</w:t>
      </w:r>
    </w:p>
    <w:p w:rsidR="00AC49B2" w:rsidRPr="00E65B54" w:rsidRDefault="00AC49B2" w:rsidP="00A0778D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Наибольшую мощность земная кора имеет под</w:t>
      </w:r>
      <w:r>
        <w:rPr>
          <w:rFonts w:ascii="Arial" w:hAnsi="Arial" w:cs="Arial"/>
          <w:sz w:val="24"/>
          <w:szCs w:val="24"/>
        </w:rPr>
        <w:t xml:space="preserve"> (1 балл)</w:t>
      </w:r>
    </w:p>
    <w:p w:rsidR="00AC49B2" w:rsidRPr="00E65B54" w:rsidRDefault="00AC49B2" w:rsidP="0014309A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а) горами, б) плоскогорьями, в) впадинами, г) городами.</w:t>
      </w:r>
    </w:p>
    <w:p w:rsidR="00AC49B2" w:rsidRPr="00E65B54" w:rsidRDefault="00AC49B2" w:rsidP="00A0778D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Какой океан пересекается всеми меридианами?</w:t>
      </w:r>
      <w:r>
        <w:rPr>
          <w:rFonts w:ascii="Arial" w:hAnsi="Arial" w:cs="Arial"/>
          <w:sz w:val="24"/>
          <w:szCs w:val="24"/>
        </w:rPr>
        <w:t xml:space="preserve"> (1 балл)</w:t>
      </w:r>
    </w:p>
    <w:p w:rsidR="00AC49B2" w:rsidRPr="00E65B54" w:rsidRDefault="00AC49B2" w:rsidP="0014309A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а) Тихий, б) Атлантический, в) Северный Ледовитый, г) Индийский.</w:t>
      </w:r>
    </w:p>
    <w:p w:rsidR="00AC49B2" w:rsidRPr="00E65B54" w:rsidRDefault="00AC49B2" w:rsidP="00A0778D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Какой из космических объектов с недавнего времени перестал называться планетой Солнечной системы?</w:t>
      </w:r>
      <w:r>
        <w:rPr>
          <w:rFonts w:ascii="Arial" w:hAnsi="Arial" w:cs="Arial"/>
          <w:sz w:val="24"/>
          <w:szCs w:val="24"/>
        </w:rPr>
        <w:t xml:space="preserve"> (1 балл)</w:t>
      </w:r>
    </w:p>
    <w:p w:rsidR="00AC49B2" w:rsidRPr="00E65B54" w:rsidRDefault="00AC49B2" w:rsidP="0014309A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а) Лира, б) Нептун, в) Плутон, г) Пегас.</w:t>
      </w:r>
    </w:p>
    <w:p w:rsidR="00AC49B2" w:rsidRPr="00E65B54" w:rsidRDefault="00AC49B2" w:rsidP="00A0778D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Какое навигационное созвездие служит ориентиром в Южном полушарии?</w:t>
      </w:r>
      <w:r>
        <w:rPr>
          <w:rFonts w:ascii="Arial" w:hAnsi="Arial" w:cs="Arial"/>
          <w:sz w:val="24"/>
          <w:szCs w:val="24"/>
        </w:rPr>
        <w:t xml:space="preserve"> (1 балл)</w:t>
      </w:r>
    </w:p>
    <w:p w:rsidR="00AC49B2" w:rsidRPr="00E65B54" w:rsidRDefault="00AC49B2" w:rsidP="0014309A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а) Полярная звезда, б) Южный Крест, в) Капелла, г) Мимоза.</w:t>
      </w:r>
    </w:p>
    <w:p w:rsidR="00AC49B2" w:rsidRPr="00E65B54" w:rsidRDefault="00AC49B2" w:rsidP="00A0778D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Какая из перечисленных планет вращается вокруг оси по часовой стрелке?</w:t>
      </w:r>
      <w:r>
        <w:rPr>
          <w:rFonts w:ascii="Arial" w:hAnsi="Arial" w:cs="Arial"/>
          <w:sz w:val="24"/>
          <w:szCs w:val="24"/>
        </w:rPr>
        <w:t xml:space="preserve"> (1 балл)</w:t>
      </w:r>
    </w:p>
    <w:p w:rsidR="00AC49B2" w:rsidRPr="00E65B54" w:rsidRDefault="00AC49B2" w:rsidP="0014309A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а) Меркурий, б) Венера, в) Земля, г) Марс.</w:t>
      </w:r>
    </w:p>
    <w:p w:rsidR="00AC49B2" w:rsidRPr="00E65B54" w:rsidRDefault="00AC49B2" w:rsidP="00A0778D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На какой из планет Солнечной системы наблюдаются самые высокие горы?</w:t>
      </w:r>
      <w:r>
        <w:rPr>
          <w:rFonts w:ascii="Arial" w:hAnsi="Arial" w:cs="Arial"/>
          <w:sz w:val="24"/>
          <w:szCs w:val="24"/>
        </w:rPr>
        <w:t>(1 балл)</w:t>
      </w:r>
    </w:p>
    <w:p w:rsidR="00AC49B2" w:rsidRPr="00E65B54" w:rsidRDefault="00AC49B2" w:rsidP="0014309A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а) Меркурий, б) Венера, в) Земля, г) Марс.</w:t>
      </w:r>
    </w:p>
    <w:p w:rsidR="00AC49B2" w:rsidRPr="00E65B54" w:rsidRDefault="00AC49B2" w:rsidP="0014309A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Какая надпись соответствует масштабу 1:1000000?</w:t>
      </w:r>
      <w:r>
        <w:rPr>
          <w:rFonts w:ascii="Arial" w:hAnsi="Arial" w:cs="Arial"/>
          <w:sz w:val="24"/>
          <w:szCs w:val="24"/>
        </w:rPr>
        <w:t xml:space="preserve"> (1 балл)</w:t>
      </w:r>
    </w:p>
    <w:p w:rsidR="00AC49B2" w:rsidRPr="00E65B54" w:rsidRDefault="00AC49B2" w:rsidP="0014309A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а) в 1см 10 км, б) в 1 см 1000 км, в) в 1 см 1000000 м, г) в 1 см 1 км.</w:t>
      </w:r>
    </w:p>
    <w:p w:rsidR="00AC49B2" w:rsidRPr="00E65B54" w:rsidRDefault="00AC49B2" w:rsidP="0014309A">
      <w:pPr>
        <w:pStyle w:val="ListParagraph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Какое море, как часть океана, считается самым соленым?</w:t>
      </w:r>
      <w:r>
        <w:rPr>
          <w:rFonts w:ascii="Arial" w:hAnsi="Arial" w:cs="Arial"/>
          <w:sz w:val="24"/>
          <w:szCs w:val="24"/>
        </w:rPr>
        <w:t xml:space="preserve"> (1 балл)</w:t>
      </w:r>
    </w:p>
    <w:p w:rsidR="00AC49B2" w:rsidRPr="00E65B54" w:rsidRDefault="00AC49B2" w:rsidP="00093F2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а) Красное, б) Белое, в) Мертвое, г) Каспийское.</w:t>
      </w:r>
    </w:p>
    <w:p w:rsidR="00AC49B2" w:rsidRPr="00E65B54" w:rsidRDefault="00AC49B2" w:rsidP="0014309A">
      <w:pPr>
        <w:pStyle w:val="ListParagraph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 xml:space="preserve">Какое дерево не </w:t>
      </w:r>
      <w:r>
        <w:rPr>
          <w:rFonts w:ascii="Arial" w:hAnsi="Arial" w:cs="Arial"/>
          <w:sz w:val="24"/>
          <w:szCs w:val="24"/>
        </w:rPr>
        <w:t>сбрасывает на зиму листву</w:t>
      </w:r>
      <w:bookmarkStart w:id="0" w:name="_GoBack"/>
      <w:bookmarkEnd w:id="0"/>
      <w:r w:rsidRPr="00E65B54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(1 балл)</w:t>
      </w:r>
    </w:p>
    <w:p w:rsidR="00AC49B2" w:rsidRPr="00E65B54" w:rsidRDefault="00AC49B2" w:rsidP="00E65B54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а) лиственница, б) кедр, в) клен, г) дуб.</w:t>
      </w:r>
    </w:p>
    <w:p w:rsidR="00AC49B2" w:rsidRPr="0082334C" w:rsidRDefault="00AC49B2" w:rsidP="00E65B54">
      <w:pPr>
        <w:pStyle w:val="ListParagraph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2334C">
        <w:rPr>
          <w:rFonts w:ascii="Arial" w:hAnsi="Arial" w:cs="Arial"/>
          <w:b/>
          <w:bCs/>
          <w:sz w:val="24"/>
          <w:szCs w:val="24"/>
          <w:lang w:val="en-US"/>
        </w:rPr>
        <w:t>II</w:t>
      </w:r>
      <w:r w:rsidRPr="0082334C">
        <w:rPr>
          <w:rFonts w:ascii="Arial" w:hAnsi="Arial" w:cs="Arial"/>
          <w:b/>
          <w:bCs/>
          <w:sz w:val="24"/>
          <w:szCs w:val="24"/>
        </w:rPr>
        <w:t>. Установите соответствие</w:t>
      </w:r>
    </w:p>
    <w:p w:rsidR="00AC49B2" w:rsidRPr="00E65B54" w:rsidRDefault="00AC49B2" w:rsidP="00E65B5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 xml:space="preserve">  Материк – река:</w:t>
      </w:r>
      <w:r>
        <w:rPr>
          <w:rFonts w:ascii="Arial" w:hAnsi="Arial" w:cs="Arial"/>
          <w:sz w:val="24"/>
          <w:szCs w:val="24"/>
        </w:rPr>
        <w:t xml:space="preserve"> (Каждый правильный ответ 0,5 балла. Максимально за задание - 2 балла)</w:t>
      </w: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AC49B2" w:rsidRPr="00265E38">
        <w:tc>
          <w:tcPr>
            <w:tcW w:w="4785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Название материка</w:t>
            </w:r>
          </w:p>
        </w:tc>
        <w:tc>
          <w:tcPr>
            <w:tcW w:w="4786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Название реки</w:t>
            </w:r>
          </w:p>
        </w:tc>
      </w:tr>
      <w:tr w:rsidR="00AC49B2" w:rsidRPr="00265E38">
        <w:tc>
          <w:tcPr>
            <w:tcW w:w="4785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1. Евразия</w:t>
            </w:r>
          </w:p>
        </w:tc>
        <w:tc>
          <w:tcPr>
            <w:tcW w:w="4786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а) Амазонка</w:t>
            </w:r>
          </w:p>
        </w:tc>
      </w:tr>
      <w:tr w:rsidR="00AC49B2" w:rsidRPr="00265E38">
        <w:tc>
          <w:tcPr>
            <w:tcW w:w="4785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2. Южная Америка</w:t>
            </w:r>
          </w:p>
        </w:tc>
        <w:tc>
          <w:tcPr>
            <w:tcW w:w="4786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б) Хуанхэ</w:t>
            </w:r>
          </w:p>
        </w:tc>
      </w:tr>
      <w:tr w:rsidR="00AC49B2" w:rsidRPr="00265E38">
        <w:tc>
          <w:tcPr>
            <w:tcW w:w="4785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3.Африка</w:t>
            </w:r>
          </w:p>
        </w:tc>
        <w:tc>
          <w:tcPr>
            <w:tcW w:w="4786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в) Миссисипи</w:t>
            </w:r>
          </w:p>
        </w:tc>
      </w:tr>
      <w:tr w:rsidR="00AC49B2" w:rsidRPr="00265E38">
        <w:tc>
          <w:tcPr>
            <w:tcW w:w="4785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4. Северная Америка</w:t>
            </w:r>
          </w:p>
        </w:tc>
        <w:tc>
          <w:tcPr>
            <w:tcW w:w="4786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г) Лимпопо</w:t>
            </w:r>
          </w:p>
        </w:tc>
      </w:tr>
    </w:tbl>
    <w:p w:rsidR="00AC49B2" w:rsidRPr="00E65B54" w:rsidRDefault="00AC49B2" w:rsidP="0082334C">
      <w:pPr>
        <w:pStyle w:val="ListParagraph"/>
        <w:numPr>
          <w:ilvl w:val="0"/>
          <w:numId w:val="1"/>
        </w:numPr>
        <w:spacing w:after="0" w:line="240" w:lineRule="auto"/>
        <w:ind w:left="567" w:hanging="142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Прибор – что определяют с помощью этого прибора:</w:t>
      </w:r>
      <w:r>
        <w:rPr>
          <w:rFonts w:ascii="Arial" w:hAnsi="Arial" w:cs="Arial"/>
          <w:sz w:val="24"/>
          <w:szCs w:val="24"/>
        </w:rPr>
        <w:t xml:space="preserve"> (Каждый правильный ответ 0,5 балла. Максимально за задание - 2 балла)</w:t>
      </w:r>
    </w:p>
    <w:tbl>
      <w:tblPr>
        <w:tblW w:w="0" w:type="auto"/>
        <w:tblInd w:w="-106" w:type="dxa"/>
        <w:tblLook w:val="00A0"/>
      </w:tblPr>
      <w:tblGrid>
        <w:gridCol w:w="3510"/>
        <w:gridCol w:w="5812"/>
      </w:tblGrid>
      <w:tr w:rsidR="00AC49B2" w:rsidRPr="00265E38">
        <w:tc>
          <w:tcPr>
            <w:tcW w:w="3510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Название прибора</w:t>
            </w:r>
          </w:p>
        </w:tc>
        <w:tc>
          <w:tcPr>
            <w:tcW w:w="5812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Что определяют с помощью этого прибора</w:t>
            </w:r>
          </w:p>
        </w:tc>
      </w:tr>
      <w:tr w:rsidR="00AC49B2" w:rsidRPr="00265E38">
        <w:tc>
          <w:tcPr>
            <w:tcW w:w="3510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1.  мензурка</w:t>
            </w:r>
          </w:p>
        </w:tc>
        <w:tc>
          <w:tcPr>
            <w:tcW w:w="5812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а) атмосферное давление</w:t>
            </w:r>
          </w:p>
        </w:tc>
      </w:tr>
      <w:tr w:rsidR="00AC49B2" w:rsidRPr="00265E38">
        <w:tc>
          <w:tcPr>
            <w:tcW w:w="3510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2.  термометр</w:t>
            </w:r>
          </w:p>
        </w:tc>
        <w:tc>
          <w:tcPr>
            <w:tcW w:w="5812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б) фиксируют землетрясение</w:t>
            </w:r>
          </w:p>
        </w:tc>
      </w:tr>
      <w:tr w:rsidR="00AC49B2" w:rsidRPr="00265E38">
        <w:tc>
          <w:tcPr>
            <w:tcW w:w="3510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3. барометр</w:t>
            </w:r>
          </w:p>
        </w:tc>
        <w:tc>
          <w:tcPr>
            <w:tcW w:w="5812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в) объем жидкости</w:t>
            </w:r>
          </w:p>
        </w:tc>
      </w:tr>
      <w:tr w:rsidR="00AC49B2" w:rsidRPr="00265E38">
        <w:tc>
          <w:tcPr>
            <w:tcW w:w="3510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4. сейсмограф</w:t>
            </w:r>
          </w:p>
        </w:tc>
        <w:tc>
          <w:tcPr>
            <w:tcW w:w="5812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г) температуру воздуха</w:t>
            </w:r>
          </w:p>
        </w:tc>
      </w:tr>
    </w:tbl>
    <w:p w:rsidR="00AC49B2" w:rsidRPr="00E65B54" w:rsidRDefault="00AC49B2" w:rsidP="0044094D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Материк – животное</w:t>
      </w:r>
      <w:r>
        <w:rPr>
          <w:rFonts w:ascii="Arial" w:hAnsi="Arial" w:cs="Arial"/>
          <w:sz w:val="24"/>
          <w:szCs w:val="24"/>
        </w:rPr>
        <w:t xml:space="preserve"> (Каждый правильный ответ 0,5 балла. Максимально за задание - 2 балла)</w:t>
      </w: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AC49B2" w:rsidRPr="00265E38">
        <w:tc>
          <w:tcPr>
            <w:tcW w:w="4785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Название материка</w:t>
            </w:r>
          </w:p>
        </w:tc>
        <w:tc>
          <w:tcPr>
            <w:tcW w:w="4786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Название животного</w:t>
            </w:r>
          </w:p>
        </w:tc>
      </w:tr>
      <w:tr w:rsidR="00AC49B2" w:rsidRPr="00265E38">
        <w:tc>
          <w:tcPr>
            <w:tcW w:w="4785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1. Северная Америка</w:t>
            </w:r>
          </w:p>
        </w:tc>
        <w:tc>
          <w:tcPr>
            <w:tcW w:w="4786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а) жираф</w:t>
            </w:r>
          </w:p>
        </w:tc>
      </w:tr>
      <w:tr w:rsidR="00AC49B2" w:rsidRPr="00265E38">
        <w:tc>
          <w:tcPr>
            <w:tcW w:w="4785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2. Африка</w:t>
            </w:r>
          </w:p>
        </w:tc>
        <w:tc>
          <w:tcPr>
            <w:tcW w:w="4786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б) анаконда</w:t>
            </w:r>
          </w:p>
        </w:tc>
      </w:tr>
      <w:tr w:rsidR="00AC49B2" w:rsidRPr="00265E38">
        <w:tc>
          <w:tcPr>
            <w:tcW w:w="4785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3. Южная Америка</w:t>
            </w:r>
          </w:p>
        </w:tc>
        <w:tc>
          <w:tcPr>
            <w:tcW w:w="4786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в) панда</w:t>
            </w:r>
          </w:p>
        </w:tc>
      </w:tr>
      <w:tr w:rsidR="00AC49B2" w:rsidRPr="00265E38">
        <w:tc>
          <w:tcPr>
            <w:tcW w:w="4785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4. Евразия</w:t>
            </w:r>
          </w:p>
        </w:tc>
        <w:tc>
          <w:tcPr>
            <w:tcW w:w="4786" w:type="dxa"/>
          </w:tcPr>
          <w:p w:rsidR="00AC49B2" w:rsidRPr="00265E38" w:rsidRDefault="00AC49B2" w:rsidP="00265E3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65E38">
              <w:rPr>
                <w:rFonts w:ascii="Arial" w:hAnsi="Arial" w:cs="Arial"/>
                <w:sz w:val="24"/>
                <w:szCs w:val="24"/>
                <w:lang w:eastAsia="en-US"/>
              </w:rPr>
              <w:t>г) койот</w:t>
            </w:r>
          </w:p>
        </w:tc>
      </w:tr>
    </w:tbl>
    <w:p w:rsidR="00AC49B2" w:rsidRDefault="00AC49B2" w:rsidP="00E65B54">
      <w:pPr>
        <w:pStyle w:val="ListParagraph"/>
        <w:spacing w:after="0"/>
        <w:ind w:left="284"/>
        <w:rPr>
          <w:rFonts w:ascii="Arial" w:hAnsi="Arial" w:cs="Arial"/>
          <w:sz w:val="24"/>
          <w:szCs w:val="24"/>
        </w:rPr>
      </w:pPr>
    </w:p>
    <w:p w:rsidR="00AC49B2" w:rsidRPr="00E65B54" w:rsidRDefault="00AC49B2" w:rsidP="00CF6AD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Напишите, что из природных объектов  является</w:t>
      </w:r>
      <w:r>
        <w:rPr>
          <w:rFonts w:ascii="Arial" w:hAnsi="Arial" w:cs="Arial"/>
          <w:sz w:val="24"/>
          <w:szCs w:val="24"/>
        </w:rPr>
        <w:t xml:space="preserve"> (по 1 баллу за правильный ответ; максимально - 4 балла)</w:t>
      </w:r>
      <w:r w:rsidRPr="00E65B54">
        <w:rPr>
          <w:rFonts w:ascii="Arial" w:hAnsi="Arial" w:cs="Arial"/>
          <w:sz w:val="24"/>
          <w:szCs w:val="24"/>
        </w:rPr>
        <w:t>:</w:t>
      </w:r>
    </w:p>
    <w:p w:rsidR="00AC49B2" w:rsidRPr="00E65B54" w:rsidRDefault="00AC49B2" w:rsidP="00302606">
      <w:pPr>
        <w:pStyle w:val="ListParagraph"/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а) самой большой Частью Света,</w:t>
      </w:r>
    </w:p>
    <w:p w:rsidR="00AC49B2" w:rsidRPr="00E65B54" w:rsidRDefault="00AC49B2" w:rsidP="00302606">
      <w:pPr>
        <w:pStyle w:val="ListParagraph"/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б) океаном, расположенным в 4 полушариях и омывающим материки  с наибольшей площадью,</w:t>
      </w:r>
    </w:p>
    <w:p w:rsidR="00AC49B2" w:rsidRPr="00E65B54" w:rsidRDefault="00AC49B2" w:rsidP="00302606">
      <w:pPr>
        <w:pStyle w:val="ListParagraph"/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в) самым южным материком,</w:t>
      </w:r>
    </w:p>
    <w:p w:rsidR="00AC49B2" w:rsidRPr="00E65B54" w:rsidRDefault="00AC49B2" w:rsidP="00302606">
      <w:pPr>
        <w:pStyle w:val="ListParagraph"/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г) самым большим млекопитающим на планете?</w:t>
      </w:r>
    </w:p>
    <w:p w:rsidR="00AC49B2" w:rsidRPr="00E65B54" w:rsidRDefault="00AC49B2" w:rsidP="00302606">
      <w:pPr>
        <w:pStyle w:val="ListParagraph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AC49B2" w:rsidRPr="00E65B54" w:rsidRDefault="00AC49B2" w:rsidP="00C80C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49B2" w:rsidRDefault="00AC49B2" w:rsidP="00D01DC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F6AD2">
        <w:rPr>
          <w:rFonts w:ascii="Arial" w:hAnsi="Arial" w:cs="Arial"/>
          <w:b/>
          <w:bCs/>
          <w:sz w:val="24"/>
          <w:szCs w:val="24"/>
          <w:u w:val="single"/>
        </w:rPr>
        <w:t>АНАЛИТИЧЕСКИЙ РАУНД</w:t>
      </w:r>
    </w:p>
    <w:p w:rsidR="00AC49B2" w:rsidRPr="00CF6AD2" w:rsidRDefault="00AC49B2" w:rsidP="00D01DC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AC49B2" w:rsidRDefault="00AC49B2" w:rsidP="00C80C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1. Для определения места нахождения любого объекта на Земле необходимо знать его географические координаты</w:t>
      </w:r>
      <w:r>
        <w:rPr>
          <w:rFonts w:ascii="Arial" w:hAnsi="Arial" w:cs="Arial"/>
          <w:sz w:val="24"/>
          <w:szCs w:val="24"/>
        </w:rPr>
        <w:t xml:space="preserve"> (широту и долготу)</w:t>
      </w:r>
      <w:r w:rsidRPr="00E65B54">
        <w:rPr>
          <w:rFonts w:ascii="Arial" w:hAnsi="Arial" w:cs="Arial"/>
          <w:sz w:val="24"/>
          <w:szCs w:val="24"/>
        </w:rPr>
        <w:t>. А есть ли, на Земле такие точки, для определения местонахождения которых достаточно знать только одну координату?</w:t>
      </w:r>
      <w:r>
        <w:rPr>
          <w:rFonts w:ascii="Arial" w:hAnsi="Arial" w:cs="Arial"/>
          <w:sz w:val="24"/>
          <w:szCs w:val="24"/>
        </w:rPr>
        <w:t xml:space="preserve"> Как называются эти точки? Какую координату достаточно знать для определения их местонахождения?</w:t>
      </w:r>
    </w:p>
    <w:p w:rsidR="00AC49B2" w:rsidRPr="00E65B54" w:rsidRDefault="00AC49B2" w:rsidP="00C80C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(Максимально – 6 баллов)</w:t>
      </w:r>
    </w:p>
    <w:p w:rsidR="00AC49B2" w:rsidRPr="00E65B54" w:rsidRDefault="00AC49B2" w:rsidP="00C80C69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AC49B2" w:rsidRPr="00E65B54" w:rsidRDefault="00AC49B2" w:rsidP="004979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2. Представьте, что Вы попросили пятиклассника написать сочинение об обитателях океана.  А теперь проверьте его и исправьте допущенные</w:t>
      </w:r>
      <w:r w:rsidRPr="00E65B54">
        <w:rPr>
          <w:sz w:val="24"/>
          <w:szCs w:val="24"/>
        </w:rPr>
        <w:t xml:space="preserve"> </w:t>
      </w:r>
      <w:r w:rsidRPr="00E65B54">
        <w:rPr>
          <w:rFonts w:ascii="Arial" w:hAnsi="Arial" w:cs="Arial"/>
          <w:sz w:val="24"/>
          <w:szCs w:val="24"/>
        </w:rPr>
        <w:t>в тексте ошибки.</w:t>
      </w:r>
    </w:p>
    <w:p w:rsidR="00AC49B2" w:rsidRPr="00E65B54" w:rsidRDefault="00AC49B2" w:rsidP="00E65B5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>«Планета Земля на 70% покрыта водой. Мировой океан включает в себя 3 океана: Тихий, Атлантический и Индийский. Жизнь в океане распространена не равномерно. У поверхности воды обитают скаты, камбала, морские звезды, в толще воды плавают осьминоги, акулы и другие крупные рыбы, а на дне океана очень много сине-зеленых свободно плавающих водорослей, можно встретить кита и морских обитателей, имеющих небольшие светящиеся органы – приспособления для освещения».</w:t>
      </w:r>
    </w:p>
    <w:p w:rsidR="00AC49B2" w:rsidRDefault="00AC49B2" w:rsidP="004979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7934">
        <w:rPr>
          <w:rFonts w:ascii="Arial" w:hAnsi="Arial" w:cs="Arial"/>
          <w:sz w:val="24"/>
          <w:szCs w:val="24"/>
        </w:rPr>
        <w:t>(Максимально 14 баллов)</w:t>
      </w:r>
    </w:p>
    <w:p w:rsidR="00AC49B2" w:rsidRPr="00317934" w:rsidRDefault="00AC49B2" w:rsidP="004979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49B2" w:rsidRPr="00E65B54" w:rsidRDefault="00AC49B2" w:rsidP="004979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5B54">
        <w:rPr>
          <w:rFonts w:ascii="Arial" w:hAnsi="Arial" w:cs="Arial"/>
          <w:sz w:val="24"/>
          <w:szCs w:val="24"/>
        </w:rPr>
        <w:t xml:space="preserve">3. Вы уже знаете, что планета Земля имеет очень разнообразный вещественный состав. На Земле можно выделить среды обитания живых организмов, например,  водную. А в какой среде (слое) отмечена наибольшее количество обитания живых организмов, если мы знаем, что там содержится и воздух, и вода, и твердые частицы? Причем некоторые животные используют ее для постоянного проживания (приведите 2 примера), некоторые - только для проживания в один сезон. Назовите еще примеры использования данной среды животными. </w:t>
      </w:r>
    </w:p>
    <w:p w:rsidR="00AC49B2" w:rsidRPr="00E65B54" w:rsidRDefault="00AC49B2" w:rsidP="004979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(Максимально 10 баллов)</w:t>
      </w:r>
    </w:p>
    <w:p w:rsidR="00AC49B2" w:rsidRPr="00E65B54" w:rsidRDefault="00AC49B2">
      <w:pPr>
        <w:spacing w:after="0" w:line="240" w:lineRule="auto"/>
        <w:jc w:val="both"/>
        <w:rPr>
          <w:color w:val="FF0000"/>
          <w:sz w:val="24"/>
          <w:szCs w:val="24"/>
        </w:rPr>
      </w:pPr>
    </w:p>
    <w:sectPr w:rsidR="00AC49B2" w:rsidRPr="00E65B54" w:rsidSect="00E65B5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96A03"/>
    <w:multiLevelType w:val="hybridMultilevel"/>
    <w:tmpl w:val="A3B83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8C6"/>
    <w:rsid w:val="00046192"/>
    <w:rsid w:val="00066352"/>
    <w:rsid w:val="0008730E"/>
    <w:rsid w:val="00093F21"/>
    <w:rsid w:val="000E1556"/>
    <w:rsid w:val="000E17B7"/>
    <w:rsid w:val="0014309A"/>
    <w:rsid w:val="001763DB"/>
    <w:rsid w:val="001C028F"/>
    <w:rsid w:val="001D1870"/>
    <w:rsid w:val="00205401"/>
    <w:rsid w:val="002543BF"/>
    <w:rsid w:val="00265E38"/>
    <w:rsid w:val="00302606"/>
    <w:rsid w:val="00317934"/>
    <w:rsid w:val="00322A57"/>
    <w:rsid w:val="00355D3D"/>
    <w:rsid w:val="00362BAF"/>
    <w:rsid w:val="0044094D"/>
    <w:rsid w:val="00447929"/>
    <w:rsid w:val="0049797A"/>
    <w:rsid w:val="005528E0"/>
    <w:rsid w:val="00585B51"/>
    <w:rsid w:val="005873F9"/>
    <w:rsid w:val="00591ACD"/>
    <w:rsid w:val="005A2A34"/>
    <w:rsid w:val="005D66A8"/>
    <w:rsid w:val="00631B10"/>
    <w:rsid w:val="006402D7"/>
    <w:rsid w:val="00682DFD"/>
    <w:rsid w:val="006E654B"/>
    <w:rsid w:val="00747037"/>
    <w:rsid w:val="00752EB5"/>
    <w:rsid w:val="0078454E"/>
    <w:rsid w:val="007E7DB6"/>
    <w:rsid w:val="0082334C"/>
    <w:rsid w:val="00880BCB"/>
    <w:rsid w:val="009133E1"/>
    <w:rsid w:val="0094219F"/>
    <w:rsid w:val="009D28C6"/>
    <w:rsid w:val="009E2340"/>
    <w:rsid w:val="009E5699"/>
    <w:rsid w:val="00A0778D"/>
    <w:rsid w:val="00AC49B2"/>
    <w:rsid w:val="00B143B8"/>
    <w:rsid w:val="00B76EAE"/>
    <w:rsid w:val="00B938A7"/>
    <w:rsid w:val="00BE7AD5"/>
    <w:rsid w:val="00C80C69"/>
    <w:rsid w:val="00C838F9"/>
    <w:rsid w:val="00CF6AD2"/>
    <w:rsid w:val="00D01DC5"/>
    <w:rsid w:val="00E118A0"/>
    <w:rsid w:val="00E64E5C"/>
    <w:rsid w:val="00E65B54"/>
    <w:rsid w:val="00E71205"/>
    <w:rsid w:val="00E940E6"/>
    <w:rsid w:val="00EA0CE2"/>
    <w:rsid w:val="00EB31B5"/>
    <w:rsid w:val="00F31C64"/>
    <w:rsid w:val="00F37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E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0778D"/>
    <w:pPr>
      <w:ind w:left="720"/>
    </w:pPr>
  </w:style>
  <w:style w:type="table" w:styleId="TableGrid">
    <w:name w:val="Table Grid"/>
    <w:basedOn w:val="TableNormal"/>
    <w:uiPriority w:val="99"/>
    <w:rsid w:val="00C838F9"/>
    <w:rPr>
      <w:rFonts w:cs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49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422</TotalTime>
  <Pages>2</Pages>
  <Words>652</Words>
  <Characters>3717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Klass21</cp:lastModifiedBy>
  <cp:revision>18</cp:revision>
  <dcterms:created xsi:type="dcterms:W3CDTF">2015-08-15T06:39:00Z</dcterms:created>
  <dcterms:modified xsi:type="dcterms:W3CDTF">2015-09-30T08:21:00Z</dcterms:modified>
</cp:coreProperties>
</file>